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E67" w:rsidRPr="00B8172F" w:rsidRDefault="00846E67" w:rsidP="00F77F4B">
      <w:pPr>
        <w:spacing w:line="240" w:lineRule="atLeast"/>
        <w:jc w:val="center"/>
        <w:rPr>
          <w:rFonts w:ascii="方正小标宋_GBK" w:eastAsia="方正小标宋_GBK" w:hAnsi="华文楷体" w:cs="Times New Roman"/>
          <w:b/>
          <w:bCs/>
          <w:spacing w:val="-20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3.85pt;margin-top:-40.2pt;width:85.4pt;height:23.45pt;z-index:251658240" strokecolor="white">
            <v:textbox>
              <w:txbxContent>
                <w:p w:rsidR="00846E67" w:rsidRDefault="00846E67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附件二：</w:t>
                  </w:r>
                </w:p>
              </w:txbxContent>
            </v:textbox>
          </v:shape>
        </w:pict>
      </w:r>
      <w:r w:rsidRPr="00B8172F">
        <w:rPr>
          <w:rFonts w:ascii="方正小标宋_GBK" w:eastAsia="方正小标宋_GBK" w:hAnsi="华文楷体" w:cs="方正小标宋_GBK" w:hint="eastAsia"/>
          <w:b/>
          <w:bCs/>
          <w:spacing w:val="-20"/>
          <w:sz w:val="36"/>
          <w:szCs w:val="36"/>
        </w:rPr>
        <w:t>贵州医科大学第三附属医院</w:t>
      </w:r>
      <w:r w:rsidRPr="00B8172F">
        <w:rPr>
          <w:rFonts w:ascii="方正小标宋_GBK" w:eastAsia="方正小标宋_GBK" w:hAnsi="华文楷体" w:cs="方正小标宋_GBK"/>
          <w:b/>
          <w:bCs/>
          <w:spacing w:val="-20"/>
          <w:sz w:val="36"/>
          <w:szCs w:val="36"/>
        </w:rPr>
        <w:t>2017</w:t>
      </w:r>
      <w:r w:rsidRPr="00B8172F">
        <w:rPr>
          <w:rFonts w:ascii="方正小标宋_GBK" w:eastAsia="方正小标宋_GBK" w:hAnsi="华文楷体" w:cs="方正小标宋_GBK" w:hint="eastAsia"/>
          <w:b/>
          <w:bCs/>
          <w:spacing w:val="-20"/>
          <w:sz w:val="36"/>
          <w:szCs w:val="36"/>
        </w:rPr>
        <w:t>年</w:t>
      </w:r>
      <w:r>
        <w:rPr>
          <w:rFonts w:ascii="方正小标宋_GBK" w:eastAsia="方正小标宋_GBK" w:hAnsi="华文楷体" w:cs="方正小标宋_GBK" w:hint="eastAsia"/>
          <w:b/>
          <w:bCs/>
          <w:spacing w:val="-20"/>
          <w:sz w:val="36"/>
          <w:szCs w:val="36"/>
        </w:rPr>
        <w:t>第二次</w:t>
      </w:r>
      <w:r w:rsidRPr="00B8172F">
        <w:rPr>
          <w:rFonts w:ascii="方正小标宋_GBK" w:eastAsia="方正小标宋_GBK" w:hAnsi="华文楷体" w:cs="方正小标宋_GBK" w:hint="eastAsia"/>
          <w:b/>
          <w:bCs/>
          <w:spacing w:val="-20"/>
          <w:sz w:val="36"/>
          <w:szCs w:val="36"/>
        </w:rPr>
        <w:t>公开招考报名表</w:t>
      </w:r>
    </w:p>
    <w:p w:rsidR="00846E67" w:rsidRPr="00B8172F" w:rsidRDefault="00846E67" w:rsidP="00F77F4B">
      <w:pPr>
        <w:spacing w:line="240" w:lineRule="atLeast"/>
        <w:jc w:val="center"/>
        <w:rPr>
          <w:rFonts w:ascii="方正小标宋_GBK" w:eastAsia="方正小标宋_GBK" w:hAnsi="华文楷体" w:cs="Times New Roman"/>
          <w:b/>
          <w:bCs/>
          <w:spacing w:val="-20"/>
          <w:sz w:val="36"/>
          <w:szCs w:val="36"/>
        </w:rPr>
      </w:pPr>
      <w:r w:rsidRPr="00B8172F">
        <w:rPr>
          <w:rFonts w:ascii="仿宋" w:eastAsia="仿宋" w:hAnsi="仿宋" w:cs="仿宋" w:hint="eastAsia"/>
          <w:kern w:val="0"/>
          <w:sz w:val="24"/>
          <w:szCs w:val="24"/>
        </w:rPr>
        <w:t>报名序号：</w:t>
      </w:r>
      <w:r w:rsidRPr="00B8172F">
        <w:rPr>
          <w:rFonts w:ascii="仿宋" w:eastAsia="仿宋" w:hAnsi="仿宋" w:cs="仿宋"/>
          <w:kern w:val="0"/>
          <w:sz w:val="24"/>
          <w:szCs w:val="24"/>
        </w:rPr>
        <w:t xml:space="preserve">                                </w:t>
      </w:r>
      <w:r w:rsidRPr="00B8172F">
        <w:rPr>
          <w:rFonts w:ascii="仿宋" w:eastAsia="仿宋" w:hAnsi="仿宋" w:cs="仿宋" w:hint="eastAsia"/>
          <w:kern w:val="0"/>
          <w:sz w:val="24"/>
          <w:szCs w:val="24"/>
        </w:rPr>
        <w:t>填表日期：</w:t>
      </w:r>
      <w:r w:rsidRPr="00B8172F">
        <w:rPr>
          <w:rFonts w:ascii="仿宋" w:eastAsia="仿宋" w:hAnsi="仿宋" w:cs="仿宋"/>
          <w:kern w:val="0"/>
          <w:sz w:val="24"/>
          <w:szCs w:val="24"/>
        </w:rPr>
        <w:t xml:space="preserve">    </w:t>
      </w:r>
      <w:r w:rsidRPr="00B8172F">
        <w:rPr>
          <w:rFonts w:ascii="仿宋" w:eastAsia="仿宋" w:hAnsi="仿宋" w:cs="仿宋" w:hint="eastAsia"/>
          <w:kern w:val="0"/>
          <w:sz w:val="24"/>
          <w:szCs w:val="24"/>
        </w:rPr>
        <w:t>年</w:t>
      </w:r>
      <w:r w:rsidRPr="00B8172F">
        <w:rPr>
          <w:rFonts w:ascii="仿宋" w:eastAsia="仿宋" w:hAnsi="仿宋" w:cs="仿宋"/>
          <w:kern w:val="0"/>
          <w:sz w:val="24"/>
          <w:szCs w:val="24"/>
        </w:rPr>
        <w:t xml:space="preserve">    </w:t>
      </w:r>
      <w:r w:rsidRPr="00B8172F">
        <w:rPr>
          <w:rFonts w:ascii="仿宋" w:eastAsia="仿宋" w:hAnsi="仿宋" w:cs="仿宋" w:hint="eastAsia"/>
          <w:kern w:val="0"/>
          <w:sz w:val="24"/>
          <w:szCs w:val="24"/>
        </w:rPr>
        <w:t>月</w:t>
      </w:r>
      <w:r w:rsidRPr="00B8172F">
        <w:rPr>
          <w:rFonts w:ascii="仿宋" w:eastAsia="仿宋" w:hAnsi="仿宋" w:cs="仿宋"/>
          <w:kern w:val="0"/>
          <w:sz w:val="24"/>
          <w:szCs w:val="24"/>
        </w:rPr>
        <w:t xml:space="preserve">   </w:t>
      </w:r>
      <w:r w:rsidRPr="00B8172F"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tbl>
      <w:tblPr>
        <w:tblW w:w="89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474"/>
        <w:gridCol w:w="253"/>
        <w:gridCol w:w="310"/>
        <w:gridCol w:w="131"/>
        <w:gridCol w:w="99"/>
        <w:gridCol w:w="385"/>
        <w:gridCol w:w="474"/>
        <w:gridCol w:w="82"/>
        <w:gridCol w:w="245"/>
        <w:gridCol w:w="601"/>
        <w:gridCol w:w="75"/>
        <w:gridCol w:w="525"/>
        <w:gridCol w:w="544"/>
        <w:gridCol w:w="407"/>
        <w:gridCol w:w="734"/>
        <w:gridCol w:w="270"/>
        <w:gridCol w:w="822"/>
        <w:gridCol w:w="1878"/>
      </w:tblGrid>
      <w:tr w:rsidR="00846E67" w:rsidRPr="00B8172F">
        <w:trPr>
          <w:trHeight w:val="326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178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性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别</w:t>
            </w:r>
          </w:p>
        </w:tc>
        <w:tc>
          <w:tcPr>
            <w:tcW w:w="601" w:type="dxa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4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籍贯</w:t>
            </w:r>
          </w:p>
        </w:tc>
        <w:tc>
          <w:tcPr>
            <w:tcW w:w="1826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贴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照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片</w:t>
            </w:r>
          </w:p>
        </w:tc>
      </w:tr>
      <w:tr w:rsidR="00846E67" w:rsidRPr="00B8172F">
        <w:trPr>
          <w:trHeight w:val="360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出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生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族</w:t>
            </w:r>
          </w:p>
        </w:tc>
        <w:tc>
          <w:tcPr>
            <w:tcW w:w="120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政治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面貌</w:t>
            </w:r>
          </w:p>
        </w:tc>
        <w:tc>
          <w:tcPr>
            <w:tcW w:w="1826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299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参加工作时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间</w:t>
            </w:r>
          </w:p>
        </w:tc>
        <w:tc>
          <w:tcPr>
            <w:tcW w:w="1178" w:type="dxa"/>
            <w:gridSpan w:val="5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</w:rPr>
            </w:pPr>
            <w:r w:rsidRPr="00B8172F">
              <w:rPr>
                <w:rFonts w:ascii="仿宋" w:eastAsia="仿宋" w:hAnsi="仿宋" w:cs="仿宋" w:hint="eastAsia"/>
              </w:rPr>
              <w:t>健康</w:t>
            </w:r>
          </w:p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</w:rPr>
              <w:t>状况</w:t>
            </w:r>
          </w:p>
        </w:tc>
        <w:tc>
          <w:tcPr>
            <w:tcW w:w="1201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</w:rPr>
              <w:t>身高（</w:t>
            </w:r>
            <w:r w:rsidRPr="00B8172F">
              <w:rPr>
                <w:rFonts w:ascii="仿宋" w:eastAsia="仿宋" w:hAnsi="仿宋" w:cs="仿宋"/>
              </w:rPr>
              <w:t>CM</w:t>
            </w:r>
            <w:r w:rsidRPr="00B8172F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826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329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婚否</w:t>
            </w:r>
          </w:p>
        </w:tc>
        <w:tc>
          <w:tcPr>
            <w:tcW w:w="1178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身份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证号</w:t>
            </w:r>
          </w:p>
        </w:tc>
        <w:tc>
          <w:tcPr>
            <w:tcW w:w="5856" w:type="dxa"/>
            <w:gridSpan w:val="9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299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通信地址</w:t>
            </w:r>
          </w:p>
        </w:tc>
        <w:tc>
          <w:tcPr>
            <w:tcW w:w="7835" w:type="dxa"/>
            <w:gridSpan w:val="17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354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固定电话</w:t>
            </w:r>
          </w:p>
        </w:tc>
        <w:tc>
          <w:tcPr>
            <w:tcW w:w="1178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手机</w:t>
            </w:r>
          </w:p>
        </w:tc>
        <w:tc>
          <w:tcPr>
            <w:tcW w:w="2152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8172F">
              <w:rPr>
                <w:rFonts w:ascii="仿宋" w:eastAsia="仿宋" w:hAnsi="仿宋" w:cs="仿宋"/>
                <w:sz w:val="24"/>
                <w:szCs w:val="24"/>
              </w:rPr>
              <w:t>E-MAIL</w:t>
            </w:r>
          </w:p>
        </w:tc>
        <w:tc>
          <w:tcPr>
            <w:tcW w:w="2700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46E67" w:rsidRPr="00B8172F">
        <w:trPr>
          <w:trHeight w:val="434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第一学历</w:t>
            </w:r>
          </w:p>
        </w:tc>
        <w:tc>
          <w:tcPr>
            <w:tcW w:w="694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何时毕业于何院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>(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校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>)</w:t>
            </w:r>
          </w:p>
        </w:tc>
        <w:tc>
          <w:tcPr>
            <w:tcW w:w="2479" w:type="dxa"/>
            <w:gridSpan w:val="7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所学</w:t>
            </w:r>
          </w:p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专业</w:t>
            </w:r>
          </w:p>
        </w:tc>
        <w:tc>
          <w:tcPr>
            <w:tcW w:w="2700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45"/>
        </w:trPr>
        <w:tc>
          <w:tcPr>
            <w:tcW w:w="1115" w:type="dxa"/>
            <w:gridSpan w:val="2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现学历</w:t>
            </w:r>
          </w:p>
        </w:tc>
        <w:tc>
          <w:tcPr>
            <w:tcW w:w="694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何时毕业于何院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>(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校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>)</w:t>
            </w:r>
          </w:p>
        </w:tc>
        <w:tc>
          <w:tcPr>
            <w:tcW w:w="2479" w:type="dxa"/>
            <w:gridSpan w:val="7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所学</w:t>
            </w:r>
          </w:p>
          <w:p w:rsidR="00846E67" w:rsidRPr="00B8172F" w:rsidRDefault="00846E67" w:rsidP="00F528F1">
            <w:pPr>
              <w:spacing w:line="2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专业</w:t>
            </w:r>
          </w:p>
        </w:tc>
        <w:tc>
          <w:tcPr>
            <w:tcW w:w="2700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blPrEx>
          <w:tblLook w:val="01E0"/>
        </w:tblPrEx>
        <w:trPr>
          <w:trHeight w:hRule="exact" w:val="481"/>
        </w:trPr>
        <w:tc>
          <w:tcPr>
            <w:tcW w:w="1908" w:type="dxa"/>
            <w:gridSpan w:val="6"/>
            <w:vAlign w:val="center"/>
          </w:tcPr>
          <w:p w:rsidR="00846E67" w:rsidRPr="00B8172F" w:rsidRDefault="00846E67" w:rsidP="00846E67">
            <w:pPr>
              <w:spacing w:line="280" w:lineRule="exact"/>
              <w:ind w:leftChars="-80" w:left="31680"/>
              <w:jc w:val="center"/>
              <w:rPr>
                <w:rFonts w:ascii="仿宋" w:eastAsia="仿宋" w:hAnsi="仿宋" w:cs="Times New Roman"/>
              </w:rPr>
            </w:pPr>
            <w:r w:rsidRPr="00B8172F">
              <w:rPr>
                <w:rFonts w:ascii="仿宋" w:eastAsia="仿宋" w:hAnsi="仿宋" w:cs="仿宋" w:hint="eastAsia"/>
              </w:rPr>
              <w:t>现有专业技术资格</w:t>
            </w:r>
          </w:p>
        </w:tc>
        <w:tc>
          <w:tcPr>
            <w:tcW w:w="3338" w:type="dxa"/>
            <w:gridSpan w:val="9"/>
            <w:vAlign w:val="center"/>
          </w:tcPr>
          <w:p w:rsidR="00846E67" w:rsidRPr="00B8172F" w:rsidRDefault="00846E67" w:rsidP="00F528F1">
            <w:pPr>
              <w:spacing w:line="280" w:lineRule="exact"/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846E67" w:rsidRPr="00B8172F" w:rsidRDefault="00846E67" w:rsidP="00F528F1">
            <w:pPr>
              <w:spacing w:line="280" w:lineRule="exact"/>
              <w:jc w:val="center"/>
              <w:rPr>
                <w:rFonts w:ascii="仿宋" w:eastAsia="仿宋" w:hAnsi="仿宋" w:cs="Times New Roman"/>
              </w:rPr>
            </w:pPr>
            <w:r w:rsidRPr="00B8172F">
              <w:rPr>
                <w:rFonts w:ascii="仿宋" w:eastAsia="仿宋" w:hAnsi="仿宋" w:cs="仿宋" w:hint="eastAsia"/>
              </w:rPr>
              <w:t>执业类别</w:t>
            </w:r>
          </w:p>
        </w:tc>
        <w:tc>
          <w:tcPr>
            <w:tcW w:w="1878" w:type="dxa"/>
            <w:vAlign w:val="center"/>
          </w:tcPr>
          <w:p w:rsidR="00846E67" w:rsidRPr="00B8172F" w:rsidRDefault="00846E67" w:rsidP="00F528F1">
            <w:pPr>
              <w:spacing w:line="280" w:lineRule="exact"/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846E67" w:rsidRPr="00B8172F">
        <w:tblPrEx>
          <w:tblLook w:val="01E0"/>
        </w:tblPrEx>
        <w:trPr>
          <w:trHeight w:hRule="exact" w:val="350"/>
        </w:trPr>
        <w:tc>
          <w:tcPr>
            <w:tcW w:w="1908" w:type="dxa"/>
            <w:gridSpan w:val="6"/>
            <w:vAlign w:val="center"/>
          </w:tcPr>
          <w:p w:rsidR="00846E67" w:rsidRPr="00B8172F" w:rsidRDefault="00846E67" w:rsidP="00846E67">
            <w:pPr>
              <w:spacing w:line="280" w:lineRule="exact"/>
              <w:ind w:leftChars="-80" w:left="31680"/>
              <w:jc w:val="center"/>
              <w:rPr>
                <w:rFonts w:ascii="仿宋" w:eastAsia="仿宋" w:hAnsi="仿宋" w:cs="Times New Roman"/>
              </w:rPr>
            </w:pPr>
            <w:r w:rsidRPr="00B8172F">
              <w:rPr>
                <w:rFonts w:ascii="仿宋" w:eastAsia="仿宋" w:hAnsi="仿宋" w:cs="仿宋" w:hint="eastAsia"/>
              </w:rPr>
              <w:t>报考岗位及专业</w:t>
            </w:r>
          </w:p>
        </w:tc>
        <w:tc>
          <w:tcPr>
            <w:tcW w:w="3338" w:type="dxa"/>
            <w:gridSpan w:val="9"/>
            <w:vAlign w:val="center"/>
          </w:tcPr>
          <w:p w:rsidR="00846E67" w:rsidRPr="00B8172F" w:rsidRDefault="00846E67" w:rsidP="00F528F1">
            <w:pPr>
              <w:spacing w:line="280" w:lineRule="exact"/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846E67" w:rsidRPr="00B8172F" w:rsidRDefault="00846E67" w:rsidP="00F528F1">
            <w:pPr>
              <w:spacing w:line="280" w:lineRule="exact"/>
              <w:jc w:val="center"/>
              <w:rPr>
                <w:rFonts w:ascii="仿宋" w:eastAsia="仿宋" w:hAnsi="仿宋" w:cs="Times New Roman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有何特长</w:t>
            </w:r>
          </w:p>
        </w:tc>
        <w:tc>
          <w:tcPr>
            <w:tcW w:w="1878" w:type="dxa"/>
            <w:vAlign w:val="center"/>
          </w:tcPr>
          <w:p w:rsidR="00846E67" w:rsidRPr="00B8172F" w:rsidRDefault="00846E67" w:rsidP="00F528F1">
            <w:pPr>
              <w:spacing w:line="280" w:lineRule="exact"/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846E67" w:rsidRPr="00B8172F" w:rsidTr="001F2584">
        <w:trPr>
          <w:trHeight w:val="496"/>
        </w:trPr>
        <w:tc>
          <w:tcPr>
            <w:tcW w:w="1368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8172F">
              <w:rPr>
                <w:rFonts w:ascii="仿宋" w:eastAsia="仿宋" w:hAnsi="仿宋" w:cs="仿宋" w:hint="eastAsia"/>
                <w:sz w:val="18"/>
                <w:szCs w:val="18"/>
              </w:rPr>
              <w:t>主要成果、专利及著作</w:t>
            </w:r>
          </w:p>
        </w:tc>
        <w:tc>
          <w:tcPr>
            <w:tcW w:w="7582" w:type="dxa"/>
            <w:gridSpan w:val="16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326"/>
        </w:trPr>
        <w:tc>
          <w:tcPr>
            <w:tcW w:w="641" w:type="dxa"/>
            <w:vMerge w:val="restart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主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要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简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历</w:t>
            </w:r>
          </w:p>
        </w:tc>
        <w:tc>
          <w:tcPr>
            <w:tcW w:w="3129" w:type="dxa"/>
            <w:gridSpan w:val="11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学习简历</w:t>
            </w:r>
          </w:p>
        </w:tc>
        <w:tc>
          <w:tcPr>
            <w:tcW w:w="5180" w:type="dxa"/>
            <w:gridSpan w:val="7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工作简历</w:t>
            </w:r>
          </w:p>
        </w:tc>
      </w:tr>
      <w:tr w:rsidR="00846E67" w:rsidRPr="00B8172F">
        <w:trPr>
          <w:trHeight w:val="996"/>
        </w:trPr>
        <w:tc>
          <w:tcPr>
            <w:tcW w:w="641" w:type="dxa"/>
            <w:vMerge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129" w:type="dxa"/>
            <w:gridSpan w:val="11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180" w:type="dxa"/>
            <w:gridSpan w:val="7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354"/>
        </w:trPr>
        <w:tc>
          <w:tcPr>
            <w:tcW w:w="641" w:type="dxa"/>
            <w:vMerge w:val="restart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家庭主要成员</w:t>
            </w:r>
          </w:p>
        </w:tc>
        <w:tc>
          <w:tcPr>
            <w:tcW w:w="1037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17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关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系</w:t>
            </w:r>
          </w:p>
        </w:tc>
        <w:tc>
          <w:tcPr>
            <w:tcW w:w="92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出生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年月</w:t>
            </w:r>
          </w:p>
        </w:tc>
        <w:tc>
          <w:tcPr>
            <w:tcW w:w="1069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学历</w:t>
            </w:r>
          </w:p>
        </w:tc>
        <w:tc>
          <w:tcPr>
            <w:tcW w:w="411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现单位及职务</w:t>
            </w:r>
          </w:p>
        </w:tc>
      </w:tr>
      <w:tr w:rsidR="00846E67" w:rsidRPr="00B8172F">
        <w:trPr>
          <w:trHeight w:val="292"/>
        </w:trPr>
        <w:tc>
          <w:tcPr>
            <w:tcW w:w="641" w:type="dxa"/>
            <w:vMerge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7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350"/>
        </w:trPr>
        <w:tc>
          <w:tcPr>
            <w:tcW w:w="641" w:type="dxa"/>
            <w:vMerge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7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334"/>
        </w:trPr>
        <w:tc>
          <w:tcPr>
            <w:tcW w:w="641" w:type="dxa"/>
            <w:vMerge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7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46E67" w:rsidRPr="00B8172F">
        <w:trPr>
          <w:trHeight w:val="531"/>
        </w:trPr>
        <w:tc>
          <w:tcPr>
            <w:tcW w:w="641" w:type="dxa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初审意见</w:t>
            </w:r>
          </w:p>
        </w:tc>
        <w:tc>
          <w:tcPr>
            <w:tcW w:w="8309" w:type="dxa"/>
            <w:gridSpan w:val="18"/>
            <w:vAlign w:val="center"/>
          </w:tcPr>
          <w:p w:rsidR="00846E67" w:rsidRPr="00B8172F" w:rsidRDefault="00846E67" w:rsidP="00846E67">
            <w:pPr>
              <w:spacing w:line="300" w:lineRule="exact"/>
              <w:ind w:firstLineChars="1500" w:firstLine="31680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初审人（签名）：</w:t>
            </w:r>
          </w:p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      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B8172F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846E67" w:rsidRPr="003C3353" w:rsidTr="00AA57A5">
        <w:trPr>
          <w:trHeight w:val="986"/>
        </w:trPr>
        <w:tc>
          <w:tcPr>
            <w:tcW w:w="2767" w:type="dxa"/>
            <w:gridSpan w:val="8"/>
            <w:textDirection w:val="lrTbV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（贴照片）</w:t>
            </w:r>
          </w:p>
        </w:tc>
        <w:tc>
          <w:tcPr>
            <w:tcW w:w="3213" w:type="dxa"/>
            <w:gridSpan w:val="8"/>
            <w:textDirection w:val="lrTbV"/>
            <w:vAlign w:val="center"/>
          </w:tcPr>
          <w:p w:rsidR="00846E67" w:rsidRPr="00B8172F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（贴照片）</w:t>
            </w:r>
          </w:p>
        </w:tc>
        <w:tc>
          <w:tcPr>
            <w:tcW w:w="2970" w:type="dxa"/>
            <w:gridSpan w:val="3"/>
            <w:textDirection w:val="lrTbV"/>
            <w:vAlign w:val="center"/>
          </w:tcPr>
          <w:p w:rsidR="00846E67" w:rsidRPr="003C3353" w:rsidRDefault="00846E67" w:rsidP="00F528F1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8172F">
              <w:rPr>
                <w:rFonts w:ascii="仿宋" w:eastAsia="仿宋" w:hAnsi="仿宋" w:cs="仿宋" w:hint="eastAsia"/>
                <w:sz w:val="24"/>
                <w:szCs w:val="24"/>
              </w:rPr>
              <w:t>（贴照片）</w:t>
            </w:r>
          </w:p>
        </w:tc>
      </w:tr>
    </w:tbl>
    <w:p w:rsidR="00846E67" w:rsidRPr="000D54B0" w:rsidRDefault="00846E67">
      <w:pPr>
        <w:rPr>
          <w:rFonts w:ascii="仿宋_GB2312" w:eastAsia="仿宋_GB2312" w:cs="Times New Roman"/>
          <w:sz w:val="32"/>
          <w:szCs w:val="32"/>
        </w:rPr>
      </w:pPr>
    </w:p>
    <w:sectPr w:rsidR="00846E67" w:rsidRPr="000D54B0" w:rsidSect="005A5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E67" w:rsidRDefault="00846E67" w:rsidP="004C744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6E67" w:rsidRDefault="00846E67" w:rsidP="004C744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宋体-方正超大字符集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楷体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E67" w:rsidRDefault="00846E67" w:rsidP="004C744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6E67" w:rsidRDefault="00846E67" w:rsidP="004C744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BAE"/>
    <w:rsid w:val="00066CE0"/>
    <w:rsid w:val="000B5AC2"/>
    <w:rsid w:val="000C3FB8"/>
    <w:rsid w:val="000D53B3"/>
    <w:rsid w:val="000D54B0"/>
    <w:rsid w:val="000D6CF6"/>
    <w:rsid w:val="00104C7C"/>
    <w:rsid w:val="001120F8"/>
    <w:rsid w:val="001311B2"/>
    <w:rsid w:val="001331FD"/>
    <w:rsid w:val="00165183"/>
    <w:rsid w:val="00170D30"/>
    <w:rsid w:val="001F2584"/>
    <w:rsid w:val="002A7710"/>
    <w:rsid w:val="002D4670"/>
    <w:rsid w:val="00324D90"/>
    <w:rsid w:val="0032692F"/>
    <w:rsid w:val="0036408A"/>
    <w:rsid w:val="003A660C"/>
    <w:rsid w:val="003C3353"/>
    <w:rsid w:val="003C3C79"/>
    <w:rsid w:val="003F091A"/>
    <w:rsid w:val="003F1A21"/>
    <w:rsid w:val="003F265D"/>
    <w:rsid w:val="003F5568"/>
    <w:rsid w:val="0040066E"/>
    <w:rsid w:val="00405E03"/>
    <w:rsid w:val="00432E7F"/>
    <w:rsid w:val="00446966"/>
    <w:rsid w:val="0045177C"/>
    <w:rsid w:val="004663BA"/>
    <w:rsid w:val="004911E5"/>
    <w:rsid w:val="004A25BF"/>
    <w:rsid w:val="004A4692"/>
    <w:rsid w:val="004C744B"/>
    <w:rsid w:val="004D65A2"/>
    <w:rsid w:val="004E7600"/>
    <w:rsid w:val="004F217C"/>
    <w:rsid w:val="00516372"/>
    <w:rsid w:val="00532F8A"/>
    <w:rsid w:val="00550A3D"/>
    <w:rsid w:val="00551C6C"/>
    <w:rsid w:val="0056208F"/>
    <w:rsid w:val="00576983"/>
    <w:rsid w:val="00583E9F"/>
    <w:rsid w:val="00587AD3"/>
    <w:rsid w:val="00592654"/>
    <w:rsid w:val="005A5085"/>
    <w:rsid w:val="005C677C"/>
    <w:rsid w:val="005C74CB"/>
    <w:rsid w:val="00665A35"/>
    <w:rsid w:val="006A0476"/>
    <w:rsid w:val="006B2333"/>
    <w:rsid w:val="006E0D39"/>
    <w:rsid w:val="007521EB"/>
    <w:rsid w:val="00756A0D"/>
    <w:rsid w:val="00766AFD"/>
    <w:rsid w:val="007672C9"/>
    <w:rsid w:val="00791A09"/>
    <w:rsid w:val="007940BC"/>
    <w:rsid w:val="007A6978"/>
    <w:rsid w:val="007B3E85"/>
    <w:rsid w:val="007C27AD"/>
    <w:rsid w:val="007D635B"/>
    <w:rsid w:val="0081600F"/>
    <w:rsid w:val="0082004B"/>
    <w:rsid w:val="00835FAC"/>
    <w:rsid w:val="008377B6"/>
    <w:rsid w:val="0084211E"/>
    <w:rsid w:val="00846E67"/>
    <w:rsid w:val="00857B6B"/>
    <w:rsid w:val="00873DCF"/>
    <w:rsid w:val="00880D3A"/>
    <w:rsid w:val="00884263"/>
    <w:rsid w:val="008C3DA1"/>
    <w:rsid w:val="008D5C06"/>
    <w:rsid w:val="008E12B5"/>
    <w:rsid w:val="008F46BE"/>
    <w:rsid w:val="00962AE0"/>
    <w:rsid w:val="009E08B4"/>
    <w:rsid w:val="00A03626"/>
    <w:rsid w:val="00A13A3B"/>
    <w:rsid w:val="00A55BD9"/>
    <w:rsid w:val="00A630E3"/>
    <w:rsid w:val="00A66559"/>
    <w:rsid w:val="00A70D2F"/>
    <w:rsid w:val="00A766A2"/>
    <w:rsid w:val="00A83F50"/>
    <w:rsid w:val="00A8608A"/>
    <w:rsid w:val="00AA2540"/>
    <w:rsid w:val="00AA57A5"/>
    <w:rsid w:val="00AA7394"/>
    <w:rsid w:val="00B34658"/>
    <w:rsid w:val="00B549D1"/>
    <w:rsid w:val="00B6277C"/>
    <w:rsid w:val="00B8172F"/>
    <w:rsid w:val="00BA7BAE"/>
    <w:rsid w:val="00BB7689"/>
    <w:rsid w:val="00BD2718"/>
    <w:rsid w:val="00BD5A35"/>
    <w:rsid w:val="00BE3314"/>
    <w:rsid w:val="00BE4C45"/>
    <w:rsid w:val="00C602CA"/>
    <w:rsid w:val="00C82BF8"/>
    <w:rsid w:val="00C9430C"/>
    <w:rsid w:val="00CC09A7"/>
    <w:rsid w:val="00CE6FE8"/>
    <w:rsid w:val="00D0192D"/>
    <w:rsid w:val="00D060B0"/>
    <w:rsid w:val="00D62EC3"/>
    <w:rsid w:val="00D63D54"/>
    <w:rsid w:val="00D72620"/>
    <w:rsid w:val="00D86D44"/>
    <w:rsid w:val="00D95642"/>
    <w:rsid w:val="00D97C2D"/>
    <w:rsid w:val="00DC6B76"/>
    <w:rsid w:val="00DC7BDD"/>
    <w:rsid w:val="00E60FAA"/>
    <w:rsid w:val="00E906DA"/>
    <w:rsid w:val="00EB2291"/>
    <w:rsid w:val="00EC40A3"/>
    <w:rsid w:val="00ED20EC"/>
    <w:rsid w:val="00EF4BF8"/>
    <w:rsid w:val="00F4067A"/>
    <w:rsid w:val="00F43B22"/>
    <w:rsid w:val="00F528F1"/>
    <w:rsid w:val="00F57E99"/>
    <w:rsid w:val="00F77F4B"/>
    <w:rsid w:val="00F815F3"/>
    <w:rsid w:val="00F8282F"/>
    <w:rsid w:val="00F82D39"/>
    <w:rsid w:val="00F90CC8"/>
    <w:rsid w:val="00FA234C"/>
    <w:rsid w:val="00FA749D"/>
    <w:rsid w:val="00FD40EF"/>
    <w:rsid w:val="00FD4F7F"/>
    <w:rsid w:val="00FD545C"/>
    <w:rsid w:val="00FE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08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A7BAE"/>
    <w:rPr>
      <w:rFonts w:ascii="微软雅黑" w:eastAsia="微软雅黑" w:hAnsi="微软雅黑" w:cs="微软雅黑"/>
      <w:color w:val="auto"/>
      <w:u w:val="none"/>
      <w:effect w:val="none"/>
    </w:rPr>
  </w:style>
  <w:style w:type="paragraph" w:styleId="NormalWeb">
    <w:name w:val="Normal (Web)"/>
    <w:basedOn w:val="Normal"/>
    <w:uiPriority w:val="99"/>
    <w:rsid w:val="00BA7B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BA7BAE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4C7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744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C7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74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70</Words>
  <Characters>404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9</cp:revision>
  <cp:lastPrinted>2017-07-10T03:13:00Z</cp:lastPrinted>
  <dcterms:created xsi:type="dcterms:W3CDTF">2017-12-14T03:44:00Z</dcterms:created>
  <dcterms:modified xsi:type="dcterms:W3CDTF">2017-12-14T07:20:00Z</dcterms:modified>
</cp:coreProperties>
</file>